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B76A9">
        <w:rPr>
          <w:rFonts w:ascii="Corbel" w:hAnsi="Corbel"/>
          <w:i/>
          <w:smallCaps/>
          <w:sz w:val="24"/>
          <w:szCs w:val="24"/>
        </w:rPr>
        <w:t>20</w:t>
      </w:r>
      <w:r w:rsidR="003F64F0">
        <w:rPr>
          <w:rFonts w:ascii="Corbel" w:hAnsi="Corbel"/>
          <w:i/>
          <w:smallCaps/>
          <w:sz w:val="24"/>
          <w:szCs w:val="24"/>
        </w:rPr>
        <w:t>19</w:t>
      </w:r>
      <w:r w:rsidR="006B76A9">
        <w:rPr>
          <w:rFonts w:ascii="Corbel" w:hAnsi="Corbel"/>
          <w:i/>
          <w:smallCaps/>
          <w:sz w:val="24"/>
          <w:szCs w:val="24"/>
        </w:rPr>
        <w:t>-202</w:t>
      </w:r>
      <w:r w:rsidR="003F64F0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A6FCA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5250E">
        <w:rPr>
          <w:rFonts w:ascii="Corbel" w:hAnsi="Corbel"/>
          <w:sz w:val="20"/>
          <w:szCs w:val="20"/>
        </w:rPr>
        <w:t>202</w:t>
      </w:r>
      <w:r w:rsidR="003F64F0">
        <w:rPr>
          <w:rFonts w:ascii="Corbel" w:hAnsi="Corbel"/>
          <w:sz w:val="20"/>
          <w:szCs w:val="20"/>
        </w:rPr>
        <w:t>0</w:t>
      </w:r>
      <w:r w:rsidR="0025250E">
        <w:rPr>
          <w:rFonts w:ascii="Corbel" w:hAnsi="Corbel"/>
          <w:sz w:val="20"/>
          <w:szCs w:val="20"/>
        </w:rPr>
        <w:t>/202</w:t>
      </w:r>
      <w:r w:rsidR="003F64F0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B76A9" w:rsidRPr="009C54AE" w:rsidTr="006B76A9">
        <w:tc>
          <w:tcPr>
            <w:tcW w:w="2694" w:type="dxa"/>
            <w:vAlign w:val="center"/>
          </w:tcPr>
          <w:p w:rsidR="006B76A9" w:rsidRPr="009C54AE" w:rsidRDefault="006B76A9" w:rsidP="006B76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B76A9" w:rsidRPr="00AA6FCA" w:rsidRDefault="00B03FA6" w:rsidP="006B76A9">
            <w:pPr>
              <w:pStyle w:val="Odpowiedzi"/>
              <w:rPr>
                <w:rFonts w:ascii="Corbel" w:hAnsi="Corbel"/>
                <w:color w:val="auto"/>
                <w:sz w:val="24"/>
              </w:rPr>
            </w:pPr>
            <w:r w:rsidRPr="00AA6FCA">
              <w:rPr>
                <w:rFonts w:ascii="Corbel" w:hAnsi="Corbel"/>
                <w:sz w:val="24"/>
              </w:rPr>
              <w:t>Polski system medialny</w:t>
            </w:r>
          </w:p>
        </w:tc>
      </w:tr>
      <w:tr w:rsidR="006B76A9" w:rsidRPr="009C54AE" w:rsidTr="006B76A9">
        <w:tc>
          <w:tcPr>
            <w:tcW w:w="2694" w:type="dxa"/>
            <w:vAlign w:val="center"/>
          </w:tcPr>
          <w:p w:rsidR="006B76A9" w:rsidRPr="009C54AE" w:rsidRDefault="006B76A9" w:rsidP="006B76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B76A9" w:rsidRPr="006B76A9" w:rsidRDefault="00752281" w:rsidP="006B76A9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MK_26</w:t>
            </w:r>
          </w:p>
        </w:tc>
      </w:tr>
      <w:tr w:rsidR="006B76A9" w:rsidRPr="009C54AE" w:rsidTr="00752281">
        <w:trPr>
          <w:trHeight w:val="566"/>
        </w:trPr>
        <w:tc>
          <w:tcPr>
            <w:tcW w:w="2694" w:type="dxa"/>
            <w:vAlign w:val="center"/>
          </w:tcPr>
          <w:p w:rsidR="006B76A9" w:rsidRPr="009C54AE" w:rsidRDefault="006B76A9" w:rsidP="006B76A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B76A9" w:rsidRPr="006B76A9" w:rsidRDefault="006B76A9" w:rsidP="006B76A9">
            <w:pPr>
              <w:rPr>
                <w:rFonts w:ascii="Corbel" w:hAnsi="Corbel"/>
                <w:b/>
                <w:sz w:val="24"/>
              </w:rPr>
            </w:pPr>
            <w:r w:rsidRPr="006B76A9">
              <w:rPr>
                <w:rFonts w:ascii="Corbel" w:hAnsi="Corbel"/>
                <w:sz w:val="24"/>
              </w:rPr>
              <w:t>Kolegium Nauk Społecznych</w:t>
            </w:r>
          </w:p>
        </w:tc>
      </w:tr>
      <w:tr w:rsidR="00AA6FCA" w:rsidRPr="009C54AE" w:rsidTr="006B76A9">
        <w:tc>
          <w:tcPr>
            <w:tcW w:w="2694" w:type="dxa"/>
            <w:vAlign w:val="center"/>
          </w:tcPr>
          <w:p w:rsidR="00AA6FCA" w:rsidRPr="009C54AE" w:rsidRDefault="00AA6FCA" w:rsidP="00AA6F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A6FCA" w:rsidRPr="006B76A9" w:rsidRDefault="00AA6FCA" w:rsidP="00AA6FCA">
            <w:pPr>
              <w:rPr>
                <w:rFonts w:ascii="Corbel" w:hAnsi="Corbel"/>
                <w:b/>
                <w:sz w:val="24"/>
              </w:rPr>
            </w:pPr>
            <w:r w:rsidRPr="006B76A9">
              <w:rPr>
                <w:rFonts w:ascii="Corbel" w:hAnsi="Corbel"/>
                <w:sz w:val="24"/>
              </w:rPr>
              <w:t>Kolegium Nauk Społecznych</w:t>
            </w:r>
          </w:p>
        </w:tc>
      </w:tr>
      <w:tr w:rsidR="00AA6FCA" w:rsidRPr="009C54AE" w:rsidTr="006B76A9">
        <w:tc>
          <w:tcPr>
            <w:tcW w:w="2694" w:type="dxa"/>
            <w:vAlign w:val="center"/>
          </w:tcPr>
          <w:p w:rsidR="00AA6FCA" w:rsidRPr="009C54AE" w:rsidRDefault="00AA6FCA" w:rsidP="00AA6F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A6FCA" w:rsidRPr="00752281" w:rsidRDefault="00AA6FCA" w:rsidP="00AA6FCA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752281">
              <w:rPr>
                <w:rFonts w:ascii="Corbel" w:hAnsi="Corbel"/>
                <w:b w:val="0"/>
                <w:color w:val="auto"/>
                <w:sz w:val="24"/>
              </w:rPr>
              <w:t>Politologia</w:t>
            </w:r>
          </w:p>
        </w:tc>
      </w:tr>
      <w:tr w:rsidR="00AA6FCA" w:rsidRPr="009C54AE" w:rsidTr="006B76A9">
        <w:tc>
          <w:tcPr>
            <w:tcW w:w="2694" w:type="dxa"/>
            <w:vAlign w:val="center"/>
          </w:tcPr>
          <w:p w:rsidR="00AA6FCA" w:rsidRPr="009C54AE" w:rsidRDefault="00AA6FCA" w:rsidP="00AA6F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A6FCA" w:rsidRPr="00752281" w:rsidRDefault="00AA6FCA" w:rsidP="00AA6FCA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752281">
              <w:rPr>
                <w:rFonts w:ascii="Corbel" w:hAnsi="Corbel"/>
                <w:b w:val="0"/>
                <w:color w:val="auto"/>
                <w:sz w:val="24"/>
              </w:rPr>
              <w:t>I stopnia</w:t>
            </w:r>
          </w:p>
        </w:tc>
      </w:tr>
      <w:tr w:rsidR="00AA6FCA" w:rsidRPr="009C54AE" w:rsidTr="006B76A9">
        <w:tc>
          <w:tcPr>
            <w:tcW w:w="2694" w:type="dxa"/>
            <w:vAlign w:val="center"/>
          </w:tcPr>
          <w:p w:rsidR="00AA6FCA" w:rsidRPr="009C54AE" w:rsidRDefault="00AA6FCA" w:rsidP="00AA6F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A6FCA" w:rsidRPr="00752281" w:rsidRDefault="00AA6FCA" w:rsidP="00AA6FCA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O</w:t>
            </w:r>
            <w:r w:rsidRPr="00752281">
              <w:rPr>
                <w:rFonts w:ascii="Corbel" w:hAnsi="Corbel"/>
                <w:b w:val="0"/>
                <w:color w:val="auto"/>
                <w:sz w:val="24"/>
              </w:rPr>
              <w:t>gólnoakademicki</w:t>
            </w:r>
          </w:p>
        </w:tc>
      </w:tr>
      <w:tr w:rsidR="00AA6FCA" w:rsidRPr="009C54AE" w:rsidTr="006B76A9">
        <w:tc>
          <w:tcPr>
            <w:tcW w:w="2694" w:type="dxa"/>
            <w:vAlign w:val="center"/>
          </w:tcPr>
          <w:p w:rsidR="00AA6FCA" w:rsidRPr="009C54AE" w:rsidRDefault="00AA6FCA" w:rsidP="00AA6F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A6FCA" w:rsidRPr="00752281" w:rsidRDefault="00AA6FCA" w:rsidP="00AA6FCA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S</w:t>
            </w:r>
            <w:r w:rsidRPr="00752281">
              <w:rPr>
                <w:rFonts w:ascii="Corbel" w:hAnsi="Corbel"/>
                <w:b w:val="0"/>
                <w:color w:val="auto"/>
                <w:sz w:val="24"/>
              </w:rPr>
              <w:t>tudia stacjonarne</w:t>
            </w:r>
          </w:p>
        </w:tc>
      </w:tr>
      <w:tr w:rsidR="00AA6FCA" w:rsidRPr="009C54AE" w:rsidTr="006B76A9">
        <w:tc>
          <w:tcPr>
            <w:tcW w:w="2694" w:type="dxa"/>
            <w:vAlign w:val="center"/>
          </w:tcPr>
          <w:p w:rsidR="00AA6FCA" w:rsidRPr="009C54AE" w:rsidRDefault="00AA6FCA" w:rsidP="00AA6F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AA6FCA" w:rsidRPr="00752281" w:rsidRDefault="00AA6FCA" w:rsidP="00AA6FCA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R</w:t>
            </w:r>
            <w:r w:rsidRPr="00752281">
              <w:rPr>
                <w:rFonts w:ascii="Corbel" w:hAnsi="Corbel"/>
                <w:b w:val="0"/>
                <w:color w:val="auto"/>
                <w:sz w:val="24"/>
              </w:rPr>
              <w:t>ok II, semestr IV</w:t>
            </w:r>
          </w:p>
        </w:tc>
      </w:tr>
      <w:tr w:rsidR="00AA6FCA" w:rsidRPr="009C54AE" w:rsidTr="006B76A9">
        <w:tc>
          <w:tcPr>
            <w:tcW w:w="2694" w:type="dxa"/>
            <w:vAlign w:val="center"/>
          </w:tcPr>
          <w:p w:rsidR="00AA6FCA" w:rsidRPr="009C54AE" w:rsidRDefault="00AA6FCA" w:rsidP="00AA6F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A6FCA" w:rsidRPr="00752281" w:rsidRDefault="00AA6FCA" w:rsidP="00AA6FCA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Sp</w:t>
            </w:r>
            <w:r w:rsidRPr="00752281">
              <w:rPr>
                <w:rFonts w:ascii="Corbel" w:hAnsi="Corbel"/>
                <w:b w:val="0"/>
                <w:color w:val="auto"/>
                <w:sz w:val="24"/>
              </w:rPr>
              <w:t>ecjalnościowy</w:t>
            </w:r>
          </w:p>
        </w:tc>
      </w:tr>
      <w:tr w:rsidR="00AA6FCA" w:rsidRPr="009C54AE" w:rsidTr="006B76A9">
        <w:tc>
          <w:tcPr>
            <w:tcW w:w="2694" w:type="dxa"/>
            <w:vAlign w:val="center"/>
          </w:tcPr>
          <w:p w:rsidR="00AA6FCA" w:rsidRPr="009C54AE" w:rsidRDefault="00AA6FCA" w:rsidP="00AA6F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A6FCA" w:rsidRPr="00752281" w:rsidRDefault="00AA6FCA" w:rsidP="00AA6FCA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P</w:t>
            </w:r>
            <w:r w:rsidRPr="00752281">
              <w:rPr>
                <w:rFonts w:ascii="Corbel" w:hAnsi="Corbel"/>
                <w:b w:val="0"/>
                <w:color w:val="auto"/>
                <w:sz w:val="24"/>
              </w:rPr>
              <w:t>olski</w:t>
            </w:r>
          </w:p>
        </w:tc>
      </w:tr>
      <w:tr w:rsidR="00AA6FCA" w:rsidRPr="009C54AE" w:rsidTr="006B76A9">
        <w:tc>
          <w:tcPr>
            <w:tcW w:w="2694" w:type="dxa"/>
            <w:vAlign w:val="center"/>
          </w:tcPr>
          <w:p w:rsidR="00AA6FCA" w:rsidRPr="009C54AE" w:rsidRDefault="00AA6FCA" w:rsidP="00AA6F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A6FCA" w:rsidRPr="00752281" w:rsidRDefault="00AA6FCA" w:rsidP="00AA6FCA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752281">
              <w:rPr>
                <w:rFonts w:ascii="Corbel" w:hAnsi="Corbel"/>
                <w:b w:val="0"/>
                <w:color w:val="auto"/>
                <w:sz w:val="24"/>
              </w:rPr>
              <w:t>dr Dominik Szczepański</w:t>
            </w:r>
          </w:p>
        </w:tc>
      </w:tr>
      <w:tr w:rsidR="00AA6FCA" w:rsidRPr="009C54AE" w:rsidTr="00365268">
        <w:tc>
          <w:tcPr>
            <w:tcW w:w="2694" w:type="dxa"/>
            <w:vAlign w:val="center"/>
          </w:tcPr>
          <w:p w:rsidR="00AA6FCA" w:rsidRPr="009C54AE" w:rsidRDefault="00AA6FCA" w:rsidP="00AA6FC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A6FCA" w:rsidRPr="00752281" w:rsidRDefault="00AA6FCA" w:rsidP="00AA6FCA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752281">
              <w:rPr>
                <w:rFonts w:ascii="Corbel" w:hAnsi="Corbel"/>
                <w:b w:val="0"/>
                <w:color w:val="auto"/>
                <w:sz w:val="24"/>
              </w:rPr>
              <w:t xml:space="preserve">dr Dominik Szczepański </w:t>
            </w:r>
          </w:p>
          <w:p w:rsidR="00AA6FCA" w:rsidRPr="00752281" w:rsidRDefault="00AA6FCA" w:rsidP="00AA6FCA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752281">
              <w:rPr>
                <w:rFonts w:ascii="Corbel" w:hAnsi="Corbel"/>
                <w:b w:val="0"/>
                <w:color w:val="auto"/>
                <w:sz w:val="24"/>
              </w:rPr>
              <w:t>dr Katarzyna M. Cwynar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6B76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B76A9" w:rsidRPr="009C54AE" w:rsidTr="00AA6FC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Pr="009C54AE" w:rsidRDefault="006B76A9" w:rsidP="00AA6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520C9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Default="00B03FA6" w:rsidP="00AA6FC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Default="00B03FA6" w:rsidP="00AA6FC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Pr="009C54AE" w:rsidRDefault="00B03FA6" w:rsidP="00AA6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Pr="009C54AE" w:rsidRDefault="006B76A9" w:rsidP="00AA6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Pr="009C54AE" w:rsidRDefault="006B76A9" w:rsidP="00AA6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Pr="009C54AE" w:rsidRDefault="006B76A9" w:rsidP="00AA6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Pr="009C54AE" w:rsidRDefault="006B76A9" w:rsidP="00AA6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Pr="009C54AE" w:rsidRDefault="006B76A9" w:rsidP="00AA6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6A9" w:rsidRPr="009C54AE" w:rsidRDefault="00752281" w:rsidP="00AA6F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A6F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6B76A9">
        <w:rPr>
          <w:rFonts w:ascii="MS Gothic" w:eastAsia="MS Gothic" w:hAnsi="MS Gothic" w:cs="MS Gothic" w:hint="eastAsia"/>
          <w:b w:val="0"/>
          <w:szCs w:val="24"/>
        </w:rPr>
        <w:sym w:font="Symbol" w:char="F043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C25B5" w:rsidRPr="009C54AE" w:rsidRDefault="00BC25B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BC25B5" w:rsidRDefault="00B03FA6" w:rsidP="00BC25B5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Wykład</w:t>
      </w:r>
      <w:r w:rsidR="00BC25B5" w:rsidRPr="00BC25B5">
        <w:rPr>
          <w:rFonts w:ascii="Corbel" w:hAnsi="Corbel"/>
          <w:b w:val="0"/>
          <w:smallCaps w:val="0"/>
        </w:rPr>
        <w:t xml:space="preserve">: zaliczenie </w:t>
      </w:r>
      <w:r w:rsidR="00980FF6">
        <w:rPr>
          <w:rFonts w:ascii="Corbel" w:hAnsi="Corbel"/>
          <w:b w:val="0"/>
          <w:smallCaps w:val="0"/>
        </w:rPr>
        <w:t>bez oceny</w:t>
      </w:r>
    </w:p>
    <w:p w:rsidR="00B03FA6" w:rsidRPr="00BC25B5" w:rsidRDefault="00B03FA6" w:rsidP="00BC25B5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Ćwiczenia: </w:t>
      </w:r>
      <w:r w:rsidRPr="00BC25B5">
        <w:rPr>
          <w:rFonts w:ascii="Corbel" w:hAnsi="Corbel"/>
          <w:b w:val="0"/>
          <w:smallCaps w:val="0"/>
        </w:rPr>
        <w:t>zaliczenie ustne</w:t>
      </w:r>
    </w:p>
    <w:p w:rsidR="00E960BB" w:rsidRDefault="00980F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 w:type="column"/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AA6FCA" w:rsidRPr="009C54AE" w:rsidRDefault="00AA6F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AA6FCA" w:rsidRDefault="00B03FA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Zaliczenie przedmiotu</w:t>
            </w:r>
            <w:r w:rsidR="00BC25B5" w:rsidRPr="00BC25B5">
              <w:rPr>
                <w:rFonts w:ascii="Corbel" w:hAnsi="Corbel"/>
                <w:b w:val="0"/>
                <w:smallCaps w:val="0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</w:rPr>
              <w:t>Nauka o komunikowaniu</w:t>
            </w:r>
            <w:r w:rsidR="00BC25B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03FA6" w:rsidRPr="009C54AE" w:rsidTr="00B03FA6">
        <w:tc>
          <w:tcPr>
            <w:tcW w:w="845" w:type="dxa"/>
            <w:vAlign w:val="center"/>
          </w:tcPr>
          <w:p w:rsidR="00B03FA6" w:rsidRPr="00BC25B5" w:rsidRDefault="00B03FA6" w:rsidP="00B03F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25B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B03FA6" w:rsidRPr="00B03FA6" w:rsidRDefault="00B03FA6" w:rsidP="00B03F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2"/>
              </w:rPr>
            </w:pPr>
            <w:r w:rsidRPr="00B03FA6">
              <w:rPr>
                <w:rFonts w:ascii="Corbel" w:hAnsi="Corbel"/>
                <w:b w:val="0"/>
                <w:sz w:val="24"/>
                <w:szCs w:val="24"/>
              </w:rPr>
              <w:t>Przyswojenie przez studentów podstawowej wiedzy odnośnie funkcjonowania rynku mediów w Polsce, segmentów tego rynku, jego uwarunkowań ekonomicznych i prawnych</w:t>
            </w:r>
          </w:p>
        </w:tc>
      </w:tr>
      <w:tr w:rsidR="00B03FA6" w:rsidRPr="009C54AE" w:rsidTr="00B03FA6">
        <w:tc>
          <w:tcPr>
            <w:tcW w:w="845" w:type="dxa"/>
            <w:vAlign w:val="center"/>
          </w:tcPr>
          <w:p w:rsidR="00B03FA6" w:rsidRPr="00BC25B5" w:rsidRDefault="00B03FA6" w:rsidP="00B03F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25B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B03FA6" w:rsidRPr="00B03FA6" w:rsidRDefault="00B03FA6" w:rsidP="00B03F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2"/>
              </w:rPr>
            </w:pPr>
            <w:r w:rsidRPr="00B03FA6">
              <w:rPr>
                <w:rFonts w:ascii="Corbel" w:hAnsi="Corbel"/>
                <w:b w:val="0"/>
                <w:sz w:val="24"/>
                <w:szCs w:val="24"/>
              </w:rPr>
              <w:t>Poznanie zadań i zasad funkcjonowania podmiotów rynku mediów w Polsce</w:t>
            </w:r>
          </w:p>
        </w:tc>
      </w:tr>
      <w:tr w:rsidR="00B03FA6" w:rsidRPr="009C54AE" w:rsidTr="00B03FA6">
        <w:tc>
          <w:tcPr>
            <w:tcW w:w="845" w:type="dxa"/>
            <w:vAlign w:val="center"/>
          </w:tcPr>
          <w:p w:rsidR="00B03FA6" w:rsidRPr="00BC25B5" w:rsidRDefault="00B03FA6" w:rsidP="00B03F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C25B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B03FA6" w:rsidRPr="00B03FA6" w:rsidRDefault="00B03FA6" w:rsidP="00B03F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2"/>
              </w:rPr>
            </w:pPr>
            <w:r w:rsidRPr="00B03FA6">
              <w:rPr>
                <w:rFonts w:ascii="Corbel" w:hAnsi="Corbel"/>
                <w:b w:val="0"/>
                <w:sz w:val="24"/>
                <w:szCs w:val="24"/>
              </w:rPr>
              <w:t>Wyrobienie umiejętności analizowania treści przekazów medialnych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BC25B5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3FA6" w:rsidRPr="009C54AE" w:rsidTr="00011207">
        <w:tc>
          <w:tcPr>
            <w:tcW w:w="1681" w:type="dxa"/>
          </w:tcPr>
          <w:p w:rsidR="00B03FA6" w:rsidRPr="00B03FA6" w:rsidRDefault="00B03FA6" w:rsidP="00B03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B03FA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4" w:type="dxa"/>
            <w:vAlign w:val="center"/>
          </w:tcPr>
          <w:p w:rsidR="00B03FA6" w:rsidRPr="00B03FA6" w:rsidRDefault="00B03FA6" w:rsidP="00B03FA6">
            <w:pPr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3FA6">
              <w:rPr>
                <w:rFonts w:ascii="Corbel" w:hAnsi="Corbel"/>
                <w:sz w:val="24"/>
                <w:szCs w:val="24"/>
              </w:rPr>
              <w:t>zna główne elementy polskiego systemu medialnego</w:t>
            </w:r>
          </w:p>
        </w:tc>
        <w:tc>
          <w:tcPr>
            <w:tcW w:w="1865" w:type="dxa"/>
          </w:tcPr>
          <w:p w:rsidR="00B03FA6" w:rsidRPr="00B03FA6" w:rsidRDefault="00B03FA6" w:rsidP="00B03FA6">
            <w:pPr>
              <w:spacing w:after="0" w:line="240" w:lineRule="auto"/>
              <w:jc w:val="center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K_W03</w:t>
            </w:r>
          </w:p>
        </w:tc>
      </w:tr>
      <w:tr w:rsidR="00B03FA6" w:rsidRPr="009C54AE" w:rsidTr="00011207">
        <w:tc>
          <w:tcPr>
            <w:tcW w:w="1681" w:type="dxa"/>
          </w:tcPr>
          <w:p w:rsidR="00B03FA6" w:rsidRPr="00B03FA6" w:rsidRDefault="00B03FA6" w:rsidP="00B03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B03FA6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  <w:vAlign w:val="center"/>
          </w:tcPr>
          <w:p w:rsidR="00B03FA6" w:rsidRPr="00B03FA6" w:rsidRDefault="00B03FA6" w:rsidP="00B03FA6">
            <w:pPr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3FA6">
              <w:rPr>
                <w:rFonts w:ascii="Corbel" w:hAnsi="Corbel"/>
                <w:sz w:val="24"/>
                <w:szCs w:val="24"/>
              </w:rPr>
              <w:t>ma wiedzę o zasadach funkcjonowania polskiego systemu medialnego</w:t>
            </w:r>
          </w:p>
        </w:tc>
        <w:tc>
          <w:tcPr>
            <w:tcW w:w="1865" w:type="dxa"/>
          </w:tcPr>
          <w:p w:rsidR="00B03FA6" w:rsidRPr="00B03FA6" w:rsidRDefault="00B03FA6" w:rsidP="00B03FA6">
            <w:pPr>
              <w:spacing w:after="0" w:line="240" w:lineRule="auto"/>
              <w:jc w:val="center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K_W05</w:t>
            </w:r>
          </w:p>
        </w:tc>
      </w:tr>
      <w:tr w:rsidR="00B03FA6" w:rsidRPr="009C54AE" w:rsidTr="00011207">
        <w:tc>
          <w:tcPr>
            <w:tcW w:w="1681" w:type="dxa"/>
          </w:tcPr>
          <w:p w:rsidR="00B03FA6" w:rsidRPr="00B03FA6" w:rsidRDefault="00B03FA6" w:rsidP="00B03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B03FA6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  <w:vAlign w:val="center"/>
          </w:tcPr>
          <w:p w:rsidR="00B03FA6" w:rsidRPr="00B03FA6" w:rsidRDefault="00B03FA6" w:rsidP="00B03FA6">
            <w:pPr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3FA6">
              <w:rPr>
                <w:rFonts w:ascii="Corbel" w:hAnsi="Corbel"/>
                <w:sz w:val="24"/>
                <w:szCs w:val="24"/>
              </w:rPr>
              <w:t>potrafi wykorzystać zdobytą wiedzę do analizy zjawisk medialnych</w:t>
            </w:r>
          </w:p>
        </w:tc>
        <w:tc>
          <w:tcPr>
            <w:tcW w:w="1865" w:type="dxa"/>
          </w:tcPr>
          <w:p w:rsidR="00B03FA6" w:rsidRPr="00B03FA6" w:rsidRDefault="00B03FA6" w:rsidP="00B03FA6">
            <w:pPr>
              <w:spacing w:after="0" w:line="240" w:lineRule="auto"/>
              <w:jc w:val="center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K_U01</w:t>
            </w:r>
          </w:p>
        </w:tc>
      </w:tr>
      <w:tr w:rsidR="00B03FA6" w:rsidRPr="009C54AE" w:rsidTr="00011207">
        <w:tc>
          <w:tcPr>
            <w:tcW w:w="1681" w:type="dxa"/>
          </w:tcPr>
          <w:p w:rsidR="00B03FA6" w:rsidRPr="00B03FA6" w:rsidRDefault="00B03FA6" w:rsidP="00B03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B03FA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  <w:vAlign w:val="center"/>
          </w:tcPr>
          <w:p w:rsidR="00B03FA6" w:rsidRPr="00B03FA6" w:rsidRDefault="00B03FA6" w:rsidP="00B03FA6">
            <w:pPr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3FA6">
              <w:rPr>
                <w:rFonts w:ascii="Corbel" w:hAnsi="Corbel"/>
                <w:sz w:val="24"/>
                <w:szCs w:val="24"/>
              </w:rPr>
              <w:t>potrafi zanalizować treści przekazów medialnych</w:t>
            </w:r>
          </w:p>
        </w:tc>
        <w:tc>
          <w:tcPr>
            <w:tcW w:w="1865" w:type="dxa"/>
          </w:tcPr>
          <w:p w:rsidR="00B03FA6" w:rsidRPr="00B03FA6" w:rsidRDefault="00B03FA6" w:rsidP="00B03FA6">
            <w:pPr>
              <w:spacing w:after="0" w:line="240" w:lineRule="auto"/>
              <w:jc w:val="center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K_U03</w:t>
            </w:r>
          </w:p>
        </w:tc>
      </w:tr>
      <w:tr w:rsidR="00B03FA6" w:rsidRPr="009C54AE" w:rsidTr="00011207">
        <w:tc>
          <w:tcPr>
            <w:tcW w:w="1681" w:type="dxa"/>
          </w:tcPr>
          <w:p w:rsidR="00B03FA6" w:rsidRPr="00B03FA6" w:rsidRDefault="00B03FA6" w:rsidP="00B03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B03FA6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4" w:type="dxa"/>
            <w:vAlign w:val="center"/>
          </w:tcPr>
          <w:p w:rsidR="00B03FA6" w:rsidRPr="00B03FA6" w:rsidRDefault="00B03FA6" w:rsidP="00B03FA6">
            <w:pPr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3FA6">
              <w:rPr>
                <w:rFonts w:ascii="Corbel" w:hAnsi="Corbel"/>
                <w:sz w:val="24"/>
                <w:szCs w:val="24"/>
              </w:rPr>
              <w:t>jest przygotowany do zorganizowania pracy niewielkiego zespołu dziennikarskiego</w:t>
            </w:r>
          </w:p>
        </w:tc>
        <w:tc>
          <w:tcPr>
            <w:tcW w:w="1865" w:type="dxa"/>
          </w:tcPr>
          <w:p w:rsidR="00B03FA6" w:rsidRPr="00B03FA6" w:rsidRDefault="00B03FA6" w:rsidP="00B03FA6">
            <w:pPr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3FA6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B03FA6" w:rsidRPr="009C54AE" w:rsidTr="00011207">
        <w:tc>
          <w:tcPr>
            <w:tcW w:w="1681" w:type="dxa"/>
          </w:tcPr>
          <w:p w:rsidR="00B03FA6" w:rsidRPr="00B03FA6" w:rsidRDefault="00B03FA6" w:rsidP="00B03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B03FA6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4" w:type="dxa"/>
            <w:vAlign w:val="center"/>
          </w:tcPr>
          <w:p w:rsidR="00B03FA6" w:rsidRPr="00B03FA6" w:rsidRDefault="00B03FA6" w:rsidP="00B03FA6">
            <w:pPr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3FA6">
              <w:rPr>
                <w:rFonts w:ascii="Corbel" w:hAnsi="Corbel"/>
                <w:sz w:val="24"/>
                <w:szCs w:val="24"/>
              </w:rPr>
              <w:t>jest przygotowany do zorganizowania pracy wykorzystując zdobyte umiejętności</w:t>
            </w:r>
          </w:p>
        </w:tc>
        <w:tc>
          <w:tcPr>
            <w:tcW w:w="1865" w:type="dxa"/>
          </w:tcPr>
          <w:p w:rsidR="00B03FA6" w:rsidRPr="00B03FA6" w:rsidRDefault="00B03FA6" w:rsidP="00B03FA6">
            <w:pPr>
              <w:snapToGri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03FA6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03FA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3FA6" w:rsidRPr="009C54AE" w:rsidTr="00B03FA6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Wprowadzenie: doktryny medialne</w:t>
            </w:r>
          </w:p>
        </w:tc>
      </w:tr>
      <w:tr w:rsidR="00B03FA6" w:rsidRPr="009C54AE" w:rsidTr="00B03FA6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Transformacja polskiego systemu medialnego</w:t>
            </w:r>
          </w:p>
        </w:tc>
      </w:tr>
      <w:tr w:rsidR="00B03FA6" w:rsidRPr="009C54AE" w:rsidTr="00B03FA6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Rynek prasowy, radiowy i telewizyjny w Polsce</w:t>
            </w:r>
          </w:p>
        </w:tc>
      </w:tr>
      <w:tr w:rsidR="00B03FA6" w:rsidRPr="009C54AE" w:rsidTr="00B03FA6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Rynek internetowy</w:t>
            </w:r>
          </w:p>
        </w:tc>
      </w:tr>
      <w:tr w:rsidR="00B03FA6" w:rsidRPr="009C54AE" w:rsidTr="00B03FA6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Konwergencja mediów w Polsce</w:t>
            </w:r>
          </w:p>
        </w:tc>
      </w:tr>
      <w:tr w:rsidR="00B03FA6" w:rsidRPr="009C54AE" w:rsidTr="00B03FA6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Spór o media publiczne</w:t>
            </w:r>
          </w:p>
        </w:tc>
      </w:tr>
      <w:tr w:rsidR="00B03FA6" w:rsidRPr="009C54AE" w:rsidTr="00B03FA6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Media poważne i media popularne</w:t>
            </w:r>
          </w:p>
        </w:tc>
      </w:tr>
      <w:tr w:rsidR="00B03FA6" w:rsidRPr="009C54AE" w:rsidTr="00B03FA6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Kapitał zagraniczny w polskich mediach</w:t>
            </w:r>
          </w:p>
        </w:tc>
      </w:tr>
      <w:tr w:rsidR="00B03FA6" w:rsidRPr="009C54AE" w:rsidTr="00B03FA6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Media wyznaniowe oraz mniejszości etnicznych</w:t>
            </w:r>
          </w:p>
        </w:tc>
      </w:tr>
      <w:tr w:rsidR="00B03FA6" w:rsidRPr="009C54AE" w:rsidTr="00B03FA6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Zawód dziennikarski w Polsce</w:t>
            </w:r>
          </w:p>
        </w:tc>
      </w:tr>
      <w:tr w:rsidR="00B03FA6" w:rsidRPr="009C54AE" w:rsidTr="00B03FA6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Podstawy prawa prasowego</w:t>
            </w:r>
          </w:p>
        </w:tc>
      </w:tr>
      <w:tr w:rsidR="00B03FA6" w:rsidRPr="009C54AE" w:rsidTr="00B03FA6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Podstawy etyki dziennikarskiej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C25B5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3FA6" w:rsidRPr="009C54AE" w:rsidTr="00BC25B5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03FA6">
              <w:rPr>
                <w:rFonts w:ascii="Corbel" w:hAnsi="Corbel"/>
                <w:sz w:val="24"/>
              </w:rPr>
              <w:t>System medialny a systemy polityczny i ekonomiczny</w:t>
            </w:r>
          </w:p>
        </w:tc>
      </w:tr>
      <w:tr w:rsidR="00B03FA6" w:rsidRPr="009C54AE" w:rsidTr="00BC25B5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03FA6">
              <w:rPr>
                <w:rFonts w:ascii="Corbel" w:hAnsi="Corbel"/>
                <w:sz w:val="24"/>
              </w:rPr>
              <w:t xml:space="preserve">Podstawy prawne funkcjonowania mediów w Polsce </w:t>
            </w:r>
            <w:r w:rsidRPr="00B03FA6">
              <w:rPr>
                <w:rStyle w:val="wrtext"/>
                <w:rFonts w:ascii="Corbel" w:hAnsi="Corbel"/>
                <w:sz w:val="24"/>
              </w:rPr>
              <w:t>w kontekście uregulowań europejskich</w:t>
            </w:r>
            <w:r w:rsidRPr="00B03FA6">
              <w:rPr>
                <w:rFonts w:ascii="Corbel" w:hAnsi="Corbel"/>
                <w:sz w:val="24"/>
              </w:rPr>
              <w:t xml:space="preserve"> oraz kodeksy etyki dziennikarskiej</w:t>
            </w:r>
          </w:p>
        </w:tc>
      </w:tr>
      <w:tr w:rsidR="00B03FA6" w:rsidRPr="009C54AE" w:rsidTr="00BC25B5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03FA6">
              <w:rPr>
                <w:rFonts w:ascii="Corbel" w:hAnsi="Corbel"/>
                <w:sz w:val="24"/>
                <w:szCs w:val="24"/>
              </w:rPr>
              <w:t xml:space="preserve">Zadania i uprawnienia </w:t>
            </w:r>
            <w:r w:rsidRPr="00B03FA6">
              <w:rPr>
                <w:rFonts w:ascii="Corbel" w:hAnsi="Corbel"/>
                <w:sz w:val="24"/>
              </w:rPr>
              <w:t>Krajowej Rady Radiofonii i Telewizji oraz Urzędu Komunikacji Elektronicznej</w:t>
            </w:r>
          </w:p>
        </w:tc>
      </w:tr>
      <w:tr w:rsidR="00B03FA6" w:rsidRPr="009C54AE" w:rsidTr="00BC25B5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03FA6">
              <w:rPr>
                <w:rFonts w:ascii="Corbel" w:hAnsi="Corbel"/>
                <w:sz w:val="24"/>
              </w:rPr>
              <w:t xml:space="preserve">Problem wolności mediów a rzetelności informacji </w:t>
            </w:r>
          </w:p>
        </w:tc>
      </w:tr>
      <w:tr w:rsidR="00B03FA6" w:rsidRPr="009C54AE" w:rsidTr="00BC25B5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Mediatyzacja polityki i polityzacja mediów</w:t>
            </w:r>
          </w:p>
        </w:tc>
      </w:tr>
      <w:tr w:rsidR="00B03FA6" w:rsidRPr="009C54AE" w:rsidTr="00BC25B5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Uwarunkowania ekonomiczne funkcjonowania mediów w Polsce – finansowanie mediów, koncerny medialne, koncentracja kapitału, kapitał zagraniczny w mediach w Polsce</w:t>
            </w:r>
          </w:p>
        </w:tc>
      </w:tr>
      <w:tr w:rsidR="00B03FA6" w:rsidRPr="009C54AE" w:rsidTr="00BC25B5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Rola mediów publicznych, społecznych i komercyjnych</w:t>
            </w:r>
          </w:p>
        </w:tc>
      </w:tr>
      <w:tr w:rsidR="00B03FA6" w:rsidRPr="009C54AE" w:rsidTr="00BC25B5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Agencje informacyjne – rodzaje, formy działalności</w:t>
            </w:r>
          </w:p>
        </w:tc>
      </w:tr>
      <w:tr w:rsidR="00B03FA6" w:rsidRPr="009C54AE" w:rsidTr="00BC25B5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Organizacje dziennikarskie i ich rola w systemie medialnym</w:t>
            </w:r>
          </w:p>
        </w:tc>
      </w:tr>
      <w:tr w:rsidR="00B03FA6" w:rsidRPr="009C54AE" w:rsidTr="00BC25B5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</w:rPr>
            </w:pPr>
            <w:r w:rsidRPr="00B03FA6">
              <w:rPr>
                <w:rStyle w:val="wrtext"/>
                <w:rFonts w:ascii="Corbel" w:hAnsi="Corbel"/>
                <w:sz w:val="24"/>
              </w:rPr>
              <w:t>Instytucje analizujące rynek medialny i ich znaczenie dla funkcjonowania systemu medialnego</w:t>
            </w:r>
          </w:p>
        </w:tc>
      </w:tr>
      <w:tr w:rsidR="00B03FA6" w:rsidRPr="009C54AE" w:rsidTr="00BC25B5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03FA6">
              <w:rPr>
                <w:rFonts w:ascii="Corbel" w:hAnsi="Corbel"/>
                <w:sz w:val="24"/>
              </w:rPr>
              <w:t>Czytelnictwo oraz odbiór prasy w Polsce</w:t>
            </w:r>
          </w:p>
        </w:tc>
      </w:tr>
      <w:tr w:rsidR="00B03FA6" w:rsidRPr="009C54AE" w:rsidTr="00BC25B5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03FA6">
              <w:rPr>
                <w:rFonts w:ascii="Corbel" w:hAnsi="Corbel"/>
                <w:sz w:val="24"/>
              </w:rPr>
              <w:t>Rynek radiofonii i telewizji w Polsce</w:t>
            </w:r>
          </w:p>
        </w:tc>
      </w:tr>
      <w:tr w:rsidR="00B03FA6" w:rsidRPr="009C54AE" w:rsidTr="00BC25B5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</w:rPr>
            </w:pPr>
            <w:r w:rsidRPr="00B03FA6">
              <w:rPr>
                <w:rFonts w:ascii="Corbel" w:hAnsi="Corbel"/>
                <w:sz w:val="24"/>
              </w:rPr>
              <w:t>Nowe media a procesy społeczne</w:t>
            </w:r>
          </w:p>
        </w:tc>
      </w:tr>
      <w:tr w:rsidR="00B03FA6" w:rsidRPr="009C54AE" w:rsidTr="00BC25B5">
        <w:tc>
          <w:tcPr>
            <w:tcW w:w="9520" w:type="dxa"/>
          </w:tcPr>
          <w:p w:rsidR="00B03FA6" w:rsidRPr="00B03FA6" w:rsidRDefault="00B03FA6" w:rsidP="00B03FA6">
            <w:pPr>
              <w:pStyle w:val="Akapitzlist"/>
              <w:snapToGrid w:val="0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03FA6">
              <w:rPr>
                <w:rFonts w:ascii="Corbel" w:hAnsi="Corbel"/>
                <w:sz w:val="24"/>
                <w:szCs w:val="24"/>
              </w:rPr>
              <w:t>Media a opinia publiczna i kontrola społeczna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03FA6" w:rsidRPr="00B03FA6" w:rsidRDefault="00B03FA6" w:rsidP="00B03FA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B03FA6">
        <w:rPr>
          <w:rFonts w:ascii="Corbel" w:hAnsi="Corbel"/>
          <w:b w:val="0"/>
          <w:smallCaps w:val="0"/>
        </w:rPr>
        <w:t>Wykład: wykład problemowy, analiza przypadków</w:t>
      </w:r>
    </w:p>
    <w:p w:rsidR="00B03FA6" w:rsidRPr="00B03FA6" w:rsidRDefault="00B03FA6" w:rsidP="00B03FA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B03FA6">
        <w:rPr>
          <w:rFonts w:ascii="Corbel" w:hAnsi="Corbel"/>
          <w:b w:val="0"/>
          <w:smallCaps w:val="0"/>
        </w:rPr>
        <w:t>Ćwiczenia: analiza tekstów i materiałów źródłowych,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9F1693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F1693" w:rsidRPr="009C54AE" w:rsidTr="00B03FA6">
        <w:trPr>
          <w:trHeight w:val="573"/>
        </w:trPr>
        <w:tc>
          <w:tcPr>
            <w:tcW w:w="1962" w:type="dxa"/>
          </w:tcPr>
          <w:p w:rsidR="009F1693" w:rsidRPr="009F1693" w:rsidRDefault="009F1693" w:rsidP="009F16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1693"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1" w:type="dxa"/>
          </w:tcPr>
          <w:p w:rsidR="009F1693" w:rsidRPr="009F1693" w:rsidRDefault="009F1693" w:rsidP="00DB03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cząstkowa </w:t>
            </w:r>
            <w:r w:rsidRPr="009F1693">
              <w:rPr>
                <w:rFonts w:ascii="Corbel" w:hAnsi="Corbel"/>
                <w:b w:val="0"/>
                <w:smallCaps w:val="0"/>
                <w:color w:val="000000"/>
              </w:rPr>
              <w:t>studenta podczas zajęć, zaliczenie ustne</w:t>
            </w:r>
          </w:p>
        </w:tc>
        <w:tc>
          <w:tcPr>
            <w:tcW w:w="2117" w:type="dxa"/>
          </w:tcPr>
          <w:p w:rsidR="009F1693" w:rsidRPr="00B03FA6" w:rsidRDefault="00B03FA6" w:rsidP="009F1693">
            <w:pPr>
              <w:jc w:val="center"/>
              <w:rPr>
                <w:sz w:val="24"/>
              </w:rPr>
            </w:pPr>
            <w:r w:rsidRPr="00B03FA6">
              <w:rPr>
                <w:sz w:val="24"/>
              </w:rPr>
              <w:t>ćwiczenia, wykład</w:t>
            </w:r>
          </w:p>
        </w:tc>
      </w:tr>
      <w:tr w:rsidR="009F1693" w:rsidRPr="009C54AE" w:rsidTr="009F1693">
        <w:tc>
          <w:tcPr>
            <w:tcW w:w="1962" w:type="dxa"/>
          </w:tcPr>
          <w:p w:rsidR="009F1693" w:rsidRPr="009F1693" w:rsidRDefault="009F1693" w:rsidP="009F16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1693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441" w:type="dxa"/>
          </w:tcPr>
          <w:p w:rsidR="009F1693" w:rsidRPr="009F1693" w:rsidRDefault="009F1693" w:rsidP="00DB03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cząstkowa </w:t>
            </w:r>
            <w:r w:rsidRPr="009F1693">
              <w:rPr>
                <w:rFonts w:ascii="Corbel" w:hAnsi="Corbel"/>
                <w:b w:val="0"/>
                <w:smallCaps w:val="0"/>
                <w:color w:val="000000"/>
              </w:rPr>
              <w:t>studenta podczas zajęć, zaliczenie ustne</w:t>
            </w:r>
          </w:p>
        </w:tc>
        <w:tc>
          <w:tcPr>
            <w:tcW w:w="2117" w:type="dxa"/>
          </w:tcPr>
          <w:p w:rsidR="009F1693" w:rsidRPr="009F1693" w:rsidRDefault="00B03FA6" w:rsidP="009F1693">
            <w:pPr>
              <w:jc w:val="center"/>
              <w:rPr>
                <w:sz w:val="24"/>
              </w:rPr>
            </w:pPr>
            <w:r w:rsidRPr="00B03FA6">
              <w:rPr>
                <w:sz w:val="24"/>
              </w:rPr>
              <w:t>ćwiczenia, wykład</w:t>
            </w:r>
          </w:p>
        </w:tc>
      </w:tr>
      <w:tr w:rsidR="00B03FA6" w:rsidRPr="009C54AE" w:rsidTr="009F1693">
        <w:tc>
          <w:tcPr>
            <w:tcW w:w="1962" w:type="dxa"/>
          </w:tcPr>
          <w:p w:rsidR="00B03FA6" w:rsidRPr="009F1693" w:rsidRDefault="00B03FA6" w:rsidP="00B03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1693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1" w:type="dxa"/>
          </w:tcPr>
          <w:p w:rsidR="00B03FA6" w:rsidRPr="009F1693" w:rsidRDefault="00B03FA6" w:rsidP="00DB03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cząstkowa </w:t>
            </w:r>
            <w:r w:rsidRPr="009F1693">
              <w:rPr>
                <w:rFonts w:ascii="Corbel" w:hAnsi="Corbel"/>
                <w:b w:val="0"/>
                <w:smallCaps w:val="0"/>
                <w:color w:val="000000"/>
              </w:rPr>
              <w:t>studenta podczas zajęć, zaliczenie ustne</w:t>
            </w:r>
          </w:p>
        </w:tc>
        <w:tc>
          <w:tcPr>
            <w:tcW w:w="2117" w:type="dxa"/>
          </w:tcPr>
          <w:p w:rsidR="00B03FA6" w:rsidRDefault="00B03FA6" w:rsidP="00B03FA6">
            <w:pPr>
              <w:jc w:val="center"/>
            </w:pPr>
            <w:r w:rsidRPr="002B740D">
              <w:rPr>
                <w:sz w:val="24"/>
              </w:rPr>
              <w:t>ćwiczenia, wykład</w:t>
            </w:r>
          </w:p>
        </w:tc>
      </w:tr>
      <w:tr w:rsidR="00B03FA6" w:rsidRPr="009C54AE" w:rsidTr="009F1693">
        <w:tc>
          <w:tcPr>
            <w:tcW w:w="1962" w:type="dxa"/>
          </w:tcPr>
          <w:p w:rsidR="00B03FA6" w:rsidRPr="009F1693" w:rsidRDefault="00B03FA6" w:rsidP="00B03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1693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:rsidR="00B03FA6" w:rsidRPr="009F1693" w:rsidRDefault="00B03FA6" w:rsidP="00DB03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cząstkowa </w:t>
            </w:r>
            <w:r w:rsidRPr="009F1693">
              <w:rPr>
                <w:rFonts w:ascii="Corbel" w:hAnsi="Corbel"/>
                <w:b w:val="0"/>
                <w:smallCaps w:val="0"/>
                <w:color w:val="000000"/>
              </w:rPr>
              <w:t>studenta podczas zajęć, zaliczenie ustne</w:t>
            </w:r>
          </w:p>
        </w:tc>
        <w:tc>
          <w:tcPr>
            <w:tcW w:w="2117" w:type="dxa"/>
          </w:tcPr>
          <w:p w:rsidR="00B03FA6" w:rsidRDefault="00B03FA6" w:rsidP="00B03FA6">
            <w:pPr>
              <w:jc w:val="center"/>
            </w:pPr>
            <w:r w:rsidRPr="002B740D">
              <w:rPr>
                <w:sz w:val="24"/>
              </w:rPr>
              <w:t>ćwiczenia, wykład</w:t>
            </w:r>
          </w:p>
        </w:tc>
      </w:tr>
      <w:tr w:rsidR="00B03FA6" w:rsidRPr="009C54AE" w:rsidTr="009F1693">
        <w:tc>
          <w:tcPr>
            <w:tcW w:w="1962" w:type="dxa"/>
          </w:tcPr>
          <w:p w:rsidR="00B03FA6" w:rsidRPr="009F1693" w:rsidRDefault="00B03FA6" w:rsidP="00B03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1693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441" w:type="dxa"/>
          </w:tcPr>
          <w:p w:rsidR="00B03FA6" w:rsidRPr="009F1693" w:rsidRDefault="00B03FA6" w:rsidP="00DB03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cząstkowa </w:t>
            </w:r>
            <w:r w:rsidRPr="009F1693">
              <w:rPr>
                <w:rFonts w:ascii="Corbel" w:hAnsi="Corbel"/>
                <w:b w:val="0"/>
                <w:smallCaps w:val="0"/>
                <w:color w:val="000000"/>
              </w:rPr>
              <w:t>studenta podczas zajęć, zaliczenie ustne</w:t>
            </w:r>
          </w:p>
        </w:tc>
        <w:tc>
          <w:tcPr>
            <w:tcW w:w="2117" w:type="dxa"/>
          </w:tcPr>
          <w:p w:rsidR="00B03FA6" w:rsidRDefault="00B03FA6" w:rsidP="00B03FA6">
            <w:pPr>
              <w:jc w:val="center"/>
            </w:pPr>
            <w:r w:rsidRPr="002B740D">
              <w:rPr>
                <w:sz w:val="24"/>
              </w:rPr>
              <w:t>ćwiczenia, wykład</w:t>
            </w:r>
          </w:p>
        </w:tc>
      </w:tr>
      <w:tr w:rsidR="00B03FA6" w:rsidRPr="009C54AE" w:rsidTr="009F1693">
        <w:tc>
          <w:tcPr>
            <w:tcW w:w="1962" w:type="dxa"/>
          </w:tcPr>
          <w:p w:rsidR="00B03FA6" w:rsidRPr="009F1693" w:rsidRDefault="00B03FA6" w:rsidP="00B03F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EK_06</w:t>
            </w:r>
          </w:p>
        </w:tc>
        <w:tc>
          <w:tcPr>
            <w:tcW w:w="5441" w:type="dxa"/>
          </w:tcPr>
          <w:p w:rsidR="00B03FA6" w:rsidRDefault="00B03FA6" w:rsidP="00DB03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cząstkowa </w:t>
            </w:r>
            <w:r w:rsidRPr="009F1693">
              <w:rPr>
                <w:rFonts w:ascii="Corbel" w:hAnsi="Corbel"/>
                <w:b w:val="0"/>
                <w:smallCaps w:val="0"/>
                <w:color w:val="000000"/>
              </w:rPr>
              <w:t>studenta podczas zajęć, zaliczenie ustne</w:t>
            </w:r>
          </w:p>
        </w:tc>
        <w:tc>
          <w:tcPr>
            <w:tcW w:w="2117" w:type="dxa"/>
          </w:tcPr>
          <w:p w:rsidR="00B03FA6" w:rsidRDefault="00B03FA6" w:rsidP="00B03FA6">
            <w:pPr>
              <w:jc w:val="center"/>
            </w:pPr>
            <w:r w:rsidRPr="002B740D">
              <w:rPr>
                <w:sz w:val="24"/>
              </w:rPr>
              <w:t>ćwiczenia, 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CB776A" w:rsidRDefault="00CB77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zaliczenie ustne</w:t>
            </w:r>
          </w:p>
          <w:p w:rsidR="00CB776A" w:rsidRDefault="00CB77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AF20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B776A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 w:rsidR="009F169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9F1693">
              <w:rPr>
                <w:rFonts w:ascii="Corbel" w:hAnsi="Corbel"/>
                <w:b w:val="0"/>
                <w:smallCaps w:val="0"/>
                <w:sz w:val="22"/>
              </w:rPr>
              <w:t>n</w:t>
            </w:r>
            <w:r w:rsidR="009F1693" w:rsidRPr="00D5524D">
              <w:rPr>
                <w:rFonts w:ascii="Corbel" w:hAnsi="Corbel"/>
                <w:b w:val="0"/>
                <w:smallCaps w:val="0"/>
                <w:sz w:val="22"/>
              </w:rPr>
              <w:t xml:space="preserve">a ocenę </w:t>
            </w:r>
            <w:r w:rsidR="009F1693">
              <w:rPr>
                <w:rFonts w:ascii="Corbel" w:hAnsi="Corbel"/>
                <w:b w:val="0"/>
                <w:smallCaps w:val="0"/>
                <w:sz w:val="22"/>
              </w:rPr>
              <w:t xml:space="preserve">końcową </w:t>
            </w:r>
            <w:r w:rsidR="009F1693" w:rsidRPr="00D5524D">
              <w:rPr>
                <w:rFonts w:ascii="Corbel" w:hAnsi="Corbel"/>
                <w:b w:val="0"/>
                <w:smallCaps w:val="0"/>
                <w:sz w:val="22"/>
              </w:rPr>
              <w:t>składać się będą: ocena cząstkowa z obecności na zajęciach, ocena cząstkowa z a</w:t>
            </w:r>
            <w:r w:rsidR="009F1693">
              <w:rPr>
                <w:rFonts w:ascii="Corbel" w:hAnsi="Corbel"/>
                <w:b w:val="0"/>
                <w:smallCaps w:val="0"/>
                <w:sz w:val="22"/>
              </w:rPr>
              <w:t>ktywności studenta na zajęciach oraz</w:t>
            </w:r>
            <w:r w:rsidR="009F1693" w:rsidRPr="00D5524D">
              <w:rPr>
                <w:rFonts w:ascii="Corbel" w:hAnsi="Corbel"/>
                <w:b w:val="0"/>
                <w:smallCaps w:val="0"/>
                <w:sz w:val="22"/>
              </w:rPr>
              <w:t xml:space="preserve"> ocena uzyskana z zaliczenia ustnego. 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B776A" w:rsidP="009F1693">
            <w:pPr>
              <w:pStyle w:val="Akapitzlist"/>
              <w:tabs>
                <w:tab w:val="left" w:pos="3045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F1693" w:rsidP="009F16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20442A" w:rsidP="009F16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5710A" w:rsidP="009F16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B776A" w:rsidP="009F16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CC2DCF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F16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CC2DCF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F16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F1693" w:rsidRPr="009C54AE" w:rsidTr="00CC2DCF">
        <w:trPr>
          <w:trHeight w:val="397"/>
        </w:trPr>
        <w:tc>
          <w:tcPr>
            <w:tcW w:w="7513" w:type="dxa"/>
          </w:tcPr>
          <w:p w:rsidR="009F1693" w:rsidRPr="009F1693" w:rsidRDefault="009F1693" w:rsidP="009F1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69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F1693" w:rsidRDefault="009F1693" w:rsidP="009F1693">
            <w:pPr>
              <w:pStyle w:val="Punktygwne"/>
              <w:spacing w:before="0" w:after="0"/>
              <w:ind w:left="772" w:hanging="70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F1693">
              <w:rPr>
                <w:rFonts w:ascii="Corbel" w:hAnsi="Corbel"/>
                <w:b w:val="0"/>
                <w:smallCaps w:val="0"/>
                <w:szCs w:val="24"/>
              </w:rPr>
              <w:t>Castells</w:t>
            </w:r>
            <w:proofErr w:type="spellEnd"/>
            <w:r w:rsidRPr="009F1693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9F1693">
              <w:rPr>
                <w:rFonts w:ascii="Corbel" w:hAnsi="Corbel"/>
                <w:b w:val="0"/>
                <w:i/>
                <w:smallCaps w:val="0"/>
                <w:szCs w:val="24"/>
              </w:rPr>
              <w:t>Społeczeństwo sieci</w:t>
            </w:r>
            <w:r w:rsidRPr="009F1693">
              <w:rPr>
                <w:rFonts w:ascii="Corbel" w:hAnsi="Corbel"/>
                <w:b w:val="0"/>
                <w:smallCaps w:val="0"/>
                <w:szCs w:val="24"/>
              </w:rPr>
              <w:t xml:space="preserve">, przekład z j. ang. M. </w:t>
            </w:r>
            <w:proofErr w:type="spellStart"/>
            <w:r w:rsidRPr="009F1693">
              <w:rPr>
                <w:rFonts w:ascii="Corbel" w:hAnsi="Corbel"/>
                <w:b w:val="0"/>
                <w:smallCaps w:val="0"/>
                <w:szCs w:val="24"/>
              </w:rPr>
              <w:t>Marody</w:t>
            </w:r>
            <w:proofErr w:type="spellEnd"/>
            <w:r w:rsidRPr="009F1693">
              <w:rPr>
                <w:rFonts w:ascii="Corbel" w:hAnsi="Corbel"/>
                <w:b w:val="0"/>
                <w:smallCaps w:val="0"/>
                <w:szCs w:val="24"/>
              </w:rPr>
              <w:t>, Wydawnictwo Naukowe PWN, Warszawa 2010.</w:t>
            </w:r>
          </w:p>
          <w:p w:rsidR="009F1693" w:rsidRPr="009F1693" w:rsidRDefault="009F1693" w:rsidP="009F1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F1693" w:rsidRPr="009C54AE" w:rsidTr="00CC2DCF">
        <w:trPr>
          <w:trHeight w:val="397"/>
        </w:trPr>
        <w:tc>
          <w:tcPr>
            <w:tcW w:w="7513" w:type="dxa"/>
          </w:tcPr>
          <w:p w:rsidR="009F1693" w:rsidRPr="009F1693" w:rsidRDefault="009F1693" w:rsidP="009F16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69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F1693" w:rsidRPr="009F1693" w:rsidRDefault="009F1693" w:rsidP="009F1693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693">
              <w:rPr>
                <w:rFonts w:ascii="Corbel" w:hAnsi="Corbel"/>
                <w:b w:val="0"/>
                <w:smallCaps w:val="0"/>
                <w:szCs w:val="24"/>
              </w:rPr>
              <w:t xml:space="preserve">Barney D., </w:t>
            </w:r>
            <w:r w:rsidRPr="009F1693">
              <w:rPr>
                <w:rFonts w:ascii="Corbel" w:hAnsi="Corbel"/>
                <w:b w:val="0"/>
                <w:i/>
                <w:smallCaps w:val="0"/>
                <w:szCs w:val="24"/>
              </w:rPr>
              <w:t>Społeczeństwo sieci</w:t>
            </w:r>
            <w:r w:rsidRPr="009F1693">
              <w:rPr>
                <w:rFonts w:ascii="Corbel" w:hAnsi="Corbel"/>
                <w:b w:val="0"/>
                <w:smallCaps w:val="0"/>
                <w:szCs w:val="24"/>
              </w:rPr>
              <w:t>, Sic!, Warszawa 2008.</w:t>
            </w:r>
          </w:p>
          <w:p w:rsidR="009F1693" w:rsidRPr="009F1693" w:rsidRDefault="009F1693" w:rsidP="009F1693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F1693">
              <w:rPr>
                <w:rFonts w:ascii="Corbel" w:hAnsi="Corbel"/>
                <w:sz w:val="24"/>
                <w:szCs w:val="24"/>
                <w:lang w:val="de-DE"/>
              </w:rPr>
              <w:t>Godzic</w:t>
            </w:r>
            <w:proofErr w:type="spellEnd"/>
            <w:r w:rsidRPr="009F1693">
              <w:rPr>
                <w:rFonts w:ascii="Corbel" w:hAnsi="Corbel"/>
                <w:sz w:val="24"/>
                <w:szCs w:val="24"/>
                <w:lang w:val="de-DE"/>
              </w:rPr>
              <w:t xml:space="preserve"> W., Bauer Z. (red.), </w:t>
            </w:r>
            <w:r w:rsidRPr="009F1693">
              <w:rPr>
                <w:rFonts w:ascii="Corbel" w:hAnsi="Corbel"/>
                <w:i/>
                <w:sz w:val="24"/>
                <w:szCs w:val="24"/>
                <w:lang w:val="de-DE"/>
              </w:rPr>
              <w:t>E-</w:t>
            </w:r>
            <w:proofErr w:type="spellStart"/>
            <w:r w:rsidRPr="009F1693">
              <w:rPr>
                <w:rFonts w:ascii="Corbel" w:hAnsi="Corbel"/>
                <w:i/>
                <w:sz w:val="24"/>
                <w:szCs w:val="24"/>
                <w:lang w:val="de-DE"/>
              </w:rPr>
              <w:t>gatunki</w:t>
            </w:r>
            <w:proofErr w:type="spellEnd"/>
            <w:r w:rsidRPr="009F1693">
              <w:rPr>
                <w:rFonts w:ascii="Corbel" w:hAnsi="Corbel"/>
                <w:i/>
                <w:sz w:val="24"/>
                <w:szCs w:val="24"/>
                <w:lang w:val="de-DE"/>
              </w:rPr>
              <w:t xml:space="preserve">. </w:t>
            </w:r>
            <w:r w:rsidRPr="009F1693">
              <w:rPr>
                <w:rFonts w:ascii="Corbel" w:hAnsi="Corbel"/>
                <w:i/>
                <w:sz w:val="24"/>
                <w:szCs w:val="24"/>
              </w:rPr>
              <w:t>Dziennikarz w nowej przestrzeni komunikowania</w:t>
            </w:r>
            <w:r w:rsidRPr="009F169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F1693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9F1693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9F1693" w:rsidRPr="009F1693" w:rsidRDefault="009F1693" w:rsidP="009F1693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F1693">
              <w:rPr>
                <w:rFonts w:ascii="Corbel" w:hAnsi="Corbel"/>
                <w:i/>
                <w:sz w:val="24"/>
                <w:szCs w:val="24"/>
              </w:rPr>
              <w:t xml:space="preserve">Nowe media a media tradycyjne : prasa, reklama, </w:t>
            </w:r>
            <w:proofErr w:type="spellStart"/>
            <w:r w:rsidRPr="009F1693">
              <w:rPr>
                <w:rFonts w:ascii="Corbel" w:hAnsi="Corbel"/>
                <w:i/>
                <w:sz w:val="24"/>
                <w:szCs w:val="24"/>
              </w:rPr>
              <w:t>internet</w:t>
            </w:r>
            <w:proofErr w:type="spellEnd"/>
            <w:r w:rsidRPr="009F1693">
              <w:rPr>
                <w:rFonts w:ascii="Corbel" w:hAnsi="Corbel"/>
                <w:sz w:val="24"/>
                <w:szCs w:val="24"/>
              </w:rPr>
              <w:t xml:space="preserve">, red. M. </w:t>
            </w:r>
            <w:proofErr w:type="spellStart"/>
            <w:r w:rsidRPr="009F1693">
              <w:rPr>
                <w:rFonts w:ascii="Corbel" w:hAnsi="Corbel"/>
                <w:sz w:val="24"/>
                <w:szCs w:val="24"/>
              </w:rPr>
              <w:t>Jeziński</w:t>
            </w:r>
            <w:proofErr w:type="spellEnd"/>
            <w:r w:rsidRPr="009F1693">
              <w:rPr>
                <w:rFonts w:ascii="Corbel" w:hAnsi="Corbel"/>
                <w:sz w:val="24"/>
                <w:szCs w:val="24"/>
              </w:rPr>
              <w:t>,  Adam Marszałek,  Toruń 2009.</w:t>
            </w:r>
          </w:p>
          <w:p w:rsidR="009F1693" w:rsidRPr="009F1693" w:rsidRDefault="009F1693" w:rsidP="009F1693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9F1693">
              <w:rPr>
                <w:rFonts w:ascii="Corbel" w:hAnsi="Corbel"/>
                <w:i/>
                <w:sz w:val="24"/>
                <w:szCs w:val="24"/>
              </w:rPr>
              <w:t>Nowe media. Implikacje kulturowe, językowe i edukacyjne</w:t>
            </w:r>
            <w:r w:rsidRPr="009F1693">
              <w:rPr>
                <w:rFonts w:ascii="Corbel" w:hAnsi="Corbel"/>
                <w:sz w:val="24"/>
                <w:szCs w:val="24"/>
              </w:rPr>
              <w:t>, red. M. Karwatowska, B. Jarosz, Wydawnictwo UMCS, Lublin 2015.</w:t>
            </w:r>
            <w:r w:rsidRPr="009F169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9F1693" w:rsidRPr="009F1693" w:rsidRDefault="009F1693" w:rsidP="009F1693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F1693">
              <w:rPr>
                <w:rFonts w:ascii="Corbel" w:hAnsi="Corbel"/>
                <w:i/>
                <w:sz w:val="24"/>
                <w:szCs w:val="24"/>
              </w:rPr>
              <w:t>Nowe media - możliwości i pułapki</w:t>
            </w:r>
            <w:r w:rsidRPr="009F1693">
              <w:rPr>
                <w:rFonts w:ascii="Corbel" w:hAnsi="Corbel"/>
                <w:sz w:val="24"/>
                <w:szCs w:val="24"/>
              </w:rPr>
              <w:t xml:space="preserve">, red. A. Adamski, M. Laskowska, Wydawnictwo </w:t>
            </w:r>
            <w:proofErr w:type="spellStart"/>
            <w:r w:rsidRPr="009F1693">
              <w:rPr>
                <w:rFonts w:ascii="Corbel" w:hAnsi="Corbel"/>
                <w:sz w:val="24"/>
                <w:szCs w:val="24"/>
              </w:rPr>
              <w:t>Scriptorium</w:t>
            </w:r>
            <w:proofErr w:type="spellEnd"/>
            <w:r w:rsidRPr="009F1693">
              <w:rPr>
                <w:rFonts w:ascii="Corbel" w:hAnsi="Corbel"/>
                <w:sz w:val="24"/>
                <w:szCs w:val="24"/>
              </w:rPr>
              <w:t>, Poznań-Opole 2011.</w:t>
            </w:r>
          </w:p>
          <w:p w:rsidR="009F1693" w:rsidRPr="009F1693" w:rsidRDefault="009F1693" w:rsidP="009F1693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F1693">
              <w:rPr>
                <w:rFonts w:ascii="Corbel" w:hAnsi="Corbel"/>
                <w:i/>
                <w:sz w:val="24"/>
                <w:szCs w:val="24"/>
              </w:rPr>
              <w:t>Nowe media: wyzwania i ograniczenia</w:t>
            </w:r>
            <w:r w:rsidRPr="009F1693">
              <w:rPr>
                <w:rFonts w:ascii="Corbel" w:hAnsi="Corbel"/>
                <w:sz w:val="24"/>
                <w:szCs w:val="24"/>
              </w:rPr>
              <w:t xml:space="preserve">, Oficyna Wydawnicza </w:t>
            </w:r>
            <w:proofErr w:type="spellStart"/>
            <w:r w:rsidRPr="009F1693">
              <w:rPr>
                <w:rFonts w:ascii="Corbel" w:hAnsi="Corbel"/>
                <w:sz w:val="24"/>
                <w:szCs w:val="24"/>
              </w:rPr>
              <w:t>Aspra</w:t>
            </w:r>
            <w:proofErr w:type="spellEnd"/>
            <w:r w:rsidRPr="009F1693">
              <w:rPr>
                <w:rFonts w:ascii="Corbel" w:hAnsi="Corbel"/>
                <w:sz w:val="24"/>
                <w:szCs w:val="24"/>
              </w:rPr>
              <w:t>-JR, Warszawa 2013.</w:t>
            </w:r>
          </w:p>
          <w:p w:rsidR="009F1693" w:rsidRPr="009F1693" w:rsidRDefault="009F1693" w:rsidP="009F1693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9F1693">
              <w:rPr>
                <w:rFonts w:ascii="Corbel" w:hAnsi="Corbel"/>
                <w:sz w:val="24"/>
                <w:szCs w:val="24"/>
              </w:rPr>
              <w:t xml:space="preserve">Olszański L., </w:t>
            </w:r>
            <w:r w:rsidRPr="009F1693">
              <w:rPr>
                <w:rFonts w:ascii="Corbel" w:hAnsi="Corbel"/>
                <w:i/>
                <w:sz w:val="24"/>
                <w:szCs w:val="24"/>
              </w:rPr>
              <w:t>Media i dziennikarstwo internetowe</w:t>
            </w:r>
            <w:r w:rsidRPr="009F169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F1693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9F1693">
              <w:rPr>
                <w:rFonts w:ascii="Corbel" w:hAnsi="Corbel"/>
                <w:sz w:val="24"/>
                <w:szCs w:val="24"/>
              </w:rPr>
              <w:t>, Warszawa 2012.</w:t>
            </w:r>
          </w:p>
          <w:p w:rsidR="009F1693" w:rsidRPr="009F1693" w:rsidRDefault="009F1693" w:rsidP="009F1693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b/>
                <w:i/>
                <w:color w:val="000000"/>
                <w:sz w:val="24"/>
                <w:szCs w:val="24"/>
              </w:rPr>
            </w:pPr>
            <w:r w:rsidRPr="009F1693">
              <w:rPr>
                <w:rFonts w:ascii="Corbel" w:hAnsi="Corbel"/>
                <w:sz w:val="24"/>
                <w:szCs w:val="24"/>
              </w:rPr>
              <w:lastRenderedPageBreak/>
              <w:t xml:space="preserve">Tomaszewska H., </w:t>
            </w:r>
            <w:r w:rsidRPr="009F1693">
              <w:rPr>
                <w:rFonts w:ascii="Corbel" w:hAnsi="Corbel"/>
                <w:i/>
                <w:sz w:val="24"/>
                <w:szCs w:val="24"/>
              </w:rPr>
              <w:t>Młodzież, rówieśnicy i nowe media: społeczne funkcje technologii komunikacyjnych w życiu nastolatków</w:t>
            </w:r>
            <w:r w:rsidRPr="009F1693">
              <w:rPr>
                <w:rFonts w:ascii="Corbel" w:hAnsi="Corbel"/>
                <w:sz w:val="24"/>
                <w:szCs w:val="24"/>
              </w:rPr>
              <w:t>, Wydawnictwo Akademickie Żak, Warszawa 2012.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0" w:name="_GoBack"/>
      <w:bookmarkEnd w:id="0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B034F">
      <w:pgSz w:w="11906" w:h="16838"/>
      <w:pgMar w:top="567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4B7" w:rsidRDefault="00A444B7" w:rsidP="00C16ABF">
      <w:pPr>
        <w:spacing w:after="0" w:line="240" w:lineRule="auto"/>
      </w:pPr>
      <w:r>
        <w:separator/>
      </w:r>
    </w:p>
  </w:endnote>
  <w:endnote w:type="continuationSeparator" w:id="0">
    <w:p w:rsidR="00A444B7" w:rsidRDefault="00A444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4B7" w:rsidRDefault="00A444B7" w:rsidP="00C16ABF">
      <w:pPr>
        <w:spacing w:after="0" w:line="240" w:lineRule="auto"/>
      </w:pPr>
      <w:r>
        <w:separator/>
      </w:r>
    </w:p>
  </w:footnote>
  <w:footnote w:type="continuationSeparator" w:id="0">
    <w:p w:rsidR="00A444B7" w:rsidRDefault="00A444B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769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E90"/>
    <w:rsid w:val="00192F37"/>
    <w:rsid w:val="001A70D2"/>
    <w:rsid w:val="001D657B"/>
    <w:rsid w:val="001D7B54"/>
    <w:rsid w:val="001E0209"/>
    <w:rsid w:val="001F2CA2"/>
    <w:rsid w:val="0020442A"/>
    <w:rsid w:val="002144C0"/>
    <w:rsid w:val="0022477D"/>
    <w:rsid w:val="002278A9"/>
    <w:rsid w:val="002336F9"/>
    <w:rsid w:val="0024028F"/>
    <w:rsid w:val="00244ABC"/>
    <w:rsid w:val="0025250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7B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4F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C9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0FE8"/>
    <w:rsid w:val="005E6E85"/>
    <w:rsid w:val="005F31D2"/>
    <w:rsid w:val="0061029B"/>
    <w:rsid w:val="00617230"/>
    <w:rsid w:val="00621CE1"/>
    <w:rsid w:val="00627FC9"/>
    <w:rsid w:val="00647FA8"/>
    <w:rsid w:val="00650C5F"/>
    <w:rsid w:val="00653453"/>
    <w:rsid w:val="00654934"/>
    <w:rsid w:val="006620D9"/>
    <w:rsid w:val="00671958"/>
    <w:rsid w:val="00675843"/>
    <w:rsid w:val="00696477"/>
    <w:rsid w:val="006B76A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691"/>
    <w:rsid w:val="00724677"/>
    <w:rsid w:val="00725459"/>
    <w:rsid w:val="007327BD"/>
    <w:rsid w:val="00734608"/>
    <w:rsid w:val="00745302"/>
    <w:rsid w:val="007461D6"/>
    <w:rsid w:val="00746EC8"/>
    <w:rsid w:val="00752281"/>
    <w:rsid w:val="0075710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64B"/>
    <w:rsid w:val="007D6E56"/>
    <w:rsid w:val="007F4155"/>
    <w:rsid w:val="0081554D"/>
    <w:rsid w:val="0081707E"/>
    <w:rsid w:val="008449B3"/>
    <w:rsid w:val="0085391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0FF6"/>
    <w:rsid w:val="009907FB"/>
    <w:rsid w:val="00997F14"/>
    <w:rsid w:val="009A78D9"/>
    <w:rsid w:val="009C3E31"/>
    <w:rsid w:val="009C54AE"/>
    <w:rsid w:val="009C788E"/>
    <w:rsid w:val="009D3F3B"/>
    <w:rsid w:val="009E0543"/>
    <w:rsid w:val="009E3B41"/>
    <w:rsid w:val="009F169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4B7"/>
    <w:rsid w:val="00A53FA5"/>
    <w:rsid w:val="00A54817"/>
    <w:rsid w:val="00A601C8"/>
    <w:rsid w:val="00A60799"/>
    <w:rsid w:val="00A84C85"/>
    <w:rsid w:val="00A97DE1"/>
    <w:rsid w:val="00AA6FCA"/>
    <w:rsid w:val="00AB053C"/>
    <w:rsid w:val="00AD1146"/>
    <w:rsid w:val="00AD27D3"/>
    <w:rsid w:val="00AD66D6"/>
    <w:rsid w:val="00AE1160"/>
    <w:rsid w:val="00AE203C"/>
    <w:rsid w:val="00AE2E74"/>
    <w:rsid w:val="00AE5FCB"/>
    <w:rsid w:val="00AF20E3"/>
    <w:rsid w:val="00AF2C1E"/>
    <w:rsid w:val="00B03FA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5B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776A"/>
    <w:rsid w:val="00CC2DCF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34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EE792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740FC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B03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E24E9-9B39-4F0D-9879-7CA327F4F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5</Pages>
  <Words>1039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2019-02-06T12:12:00Z</cp:lastPrinted>
  <dcterms:created xsi:type="dcterms:W3CDTF">2021-02-16T10:52:00Z</dcterms:created>
  <dcterms:modified xsi:type="dcterms:W3CDTF">2021-02-19T09:28:00Z</dcterms:modified>
</cp:coreProperties>
</file>